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C4F" w:rsidRDefault="00FA2C4F" w:rsidP="00FD5420">
      <w:pPr>
        <w:pStyle w:val="NoSpacing"/>
        <w:ind w:firstLine="851"/>
        <w:jc w:val="center"/>
        <w:rPr>
          <w:rFonts w:ascii="Times New Roman" w:hAnsi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25"/>
        <w:gridCol w:w="7425"/>
      </w:tblGrid>
      <w:tr w:rsidR="00FA2C4F" w:rsidRPr="003F2460" w:rsidTr="003F2460">
        <w:tc>
          <w:tcPr>
            <w:tcW w:w="7425" w:type="dxa"/>
          </w:tcPr>
          <w:p w:rsidR="00FA2C4F" w:rsidRPr="003F2460" w:rsidRDefault="00FA2C4F" w:rsidP="003F2460">
            <w:pPr>
              <w:pStyle w:val="NoSpacing"/>
              <w:ind w:firstLine="85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Вам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,</w:t>
            </w: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родители</w:t>
            </w:r>
          </w:p>
          <w:p w:rsidR="00FA2C4F" w:rsidRPr="003F2460" w:rsidRDefault="00FA2C4F" w:rsidP="003F2460">
            <w:pPr>
              <w:pStyle w:val="NoSpacing"/>
              <w:ind w:firstLine="851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Что же делать для того, чтобы оградить вашего ребенка от психологических травм, полученных в результате интернет-травли?</w:t>
            </w:r>
          </w:p>
          <w:p w:rsidR="00FA2C4F" w:rsidRPr="003F2460" w:rsidRDefault="00FA2C4F" w:rsidP="003F2460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У нас есть несколько советов:</w:t>
            </w:r>
          </w:p>
          <w:p w:rsidR="00FA2C4F" w:rsidRPr="003F2460" w:rsidRDefault="00FA2C4F" w:rsidP="003F2460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Для начала отнеситесь к этому всерьез — придется уделить солидное количество времени, парой минут тут не отделаешься.</w:t>
            </w:r>
          </w:p>
          <w:p w:rsidR="00FA2C4F" w:rsidRPr="003F2460" w:rsidRDefault="00FA2C4F" w:rsidP="003F2460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ждите, пока ребенок придет к вам и расскажет о проблеме. Возможно, это никогда не случится. Начинать этот разговор придется вам.</w:t>
            </w:r>
          </w:p>
          <w:p w:rsidR="00FA2C4F" w:rsidRPr="003F2460" w:rsidRDefault="00FA2C4F" w:rsidP="003F2460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Разумеется, у каждого человека должно быть личное пространство. Но пускать виртуальную жизнь ребенка на самотек не следует. Изучите, чем он занимается в соцсетях, для начала добавьте его в друзья везде, где у вас есть учетные записи (как ни странно, так делают лишь 20% родителей — давайте улучшим эти цифры).</w:t>
            </w:r>
          </w:p>
          <w:p w:rsidR="00FA2C4F" w:rsidRPr="003F2460" w:rsidRDefault="00FA2C4F" w:rsidP="003F2460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Поговорите с ребенком о том, что ему стоит рассказать вам, если у него начнутся проблемы с онлайн-травлей. Расскажите, что это масштабное явление, подобное происходит не с ним одним: так ему будет проще понять, что проблема не в нем самом.</w:t>
            </w:r>
          </w:p>
          <w:p w:rsidR="00FA2C4F" w:rsidRPr="003F2460" w:rsidRDefault="00FA2C4F" w:rsidP="003F2460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 в коем случае не следует использовать тотальный запрет — отбирать телефон, отключать Интернет. Это именно та причина, по которой дети зачастую боятся идти с проблемой к родителям.</w:t>
            </w:r>
          </w:p>
          <w:p w:rsidR="00FA2C4F" w:rsidRPr="003F2460" w:rsidRDefault="00FA2C4F" w:rsidP="003F2460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Обязательно проведите с ребенком хотя бы короткую обзорную беседу об онлайн-безопасности и конфиденциальности. Расскажите о настройках приватности в соцсетях — о том, что следует настроить в соцсетях, чтобы не делиться личной информацией с чужими людьми.</w:t>
            </w:r>
          </w:p>
          <w:p w:rsidR="00FA2C4F" w:rsidRPr="003F2460" w:rsidRDefault="00FA2C4F" w:rsidP="003F2460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Для того чтобы более эффективно оградить ребенка от нежелательных явлений в Сети и в первую очередь понять, насколько серьезно положение в вашем случае, следует использовать инструменты родительского контроля. </w:t>
            </w:r>
          </w:p>
          <w:p w:rsidR="00FA2C4F" w:rsidRPr="003F2460" w:rsidRDefault="00FA2C4F" w:rsidP="003F2460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 наше время дети начинают рано знакомиться с интернетом. В сети ребенка могут подстерегать опасности, которые он не в состоянии распознать и оценить, например, интернет-агрессия. Для того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,</w:t>
            </w: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чтобы сделать контакт ребенка с интернетом безопасным и осмысленным, важно, чтобы вы были в курсе того, чем занимается в сети ваше чадо, и совместно открывать новое во "всемирной паутине".</w:t>
            </w:r>
          </w:p>
          <w:p w:rsidR="00FA2C4F" w:rsidRPr="003F2460" w:rsidRDefault="00FA2C4F" w:rsidP="003F2460">
            <w:pPr>
              <w:pStyle w:val="NoSpacing"/>
              <w:ind w:firstLine="851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Всего Вам доброго!</w:t>
            </w:r>
          </w:p>
          <w:p w:rsidR="00FA2C4F" w:rsidRPr="003F2460" w:rsidRDefault="00FA2C4F" w:rsidP="003F2460">
            <w:pPr>
              <w:pStyle w:val="NoSpacing"/>
              <w:ind w:firstLine="851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:rsidR="00FA2C4F" w:rsidRPr="003F2460" w:rsidRDefault="00FA2C4F" w:rsidP="003F2460">
            <w:pPr>
              <w:pStyle w:val="NoSpacing"/>
              <w:ind w:firstLine="851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bookmarkStart w:id="0" w:name="_GoBack"/>
            <w:bookmarkEnd w:id="0"/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Педагог-психолог МОУ СОШ №7 </w:t>
            </w:r>
          </w:p>
          <w:p w:rsidR="00FA2C4F" w:rsidRPr="003F2460" w:rsidRDefault="00FA2C4F" w:rsidP="003F2460">
            <w:pPr>
              <w:pStyle w:val="NoSpacing"/>
              <w:ind w:firstLine="851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Андреева Елена Сергеевна</w:t>
            </w:r>
          </w:p>
          <w:p w:rsidR="00FA2C4F" w:rsidRPr="003F2460" w:rsidRDefault="00FA2C4F" w:rsidP="003F2460">
            <w:pPr>
              <w:pStyle w:val="NoSpacing"/>
              <w:ind w:firstLine="851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кон. Тел: 89025009329</w:t>
            </w:r>
          </w:p>
          <w:p w:rsidR="00FA2C4F" w:rsidRPr="003F2460" w:rsidRDefault="00FA2C4F" w:rsidP="003F2460">
            <w:pPr>
              <w:pStyle w:val="NoSpacing"/>
              <w:ind w:firstLine="85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2C4F" w:rsidRPr="003F2460" w:rsidRDefault="00FA2C4F" w:rsidP="003F2460">
            <w:pPr>
              <w:spacing w:after="0" w:line="240" w:lineRule="auto"/>
            </w:pPr>
          </w:p>
          <w:p w:rsidR="00FA2C4F" w:rsidRPr="003F2460" w:rsidRDefault="00FA2C4F" w:rsidP="003F2460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7425" w:type="dxa"/>
          </w:tcPr>
          <w:p w:rsidR="00FA2C4F" w:rsidRPr="003F2460" w:rsidRDefault="00FA2C4F" w:rsidP="00C20D75">
            <w:pPr>
              <w:pStyle w:val="NoSpacing"/>
              <w:ind w:firstLine="85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Вам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,</w:t>
            </w: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родители</w:t>
            </w:r>
          </w:p>
          <w:p w:rsidR="00FA2C4F" w:rsidRPr="003F2460" w:rsidRDefault="00FA2C4F" w:rsidP="00C20D75">
            <w:pPr>
              <w:pStyle w:val="NoSpacing"/>
              <w:ind w:firstLine="851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Что же делать для того, чтобы оградить вашего ребенка от психологических травм, полученных в результате интернет-травли?</w:t>
            </w:r>
          </w:p>
          <w:p w:rsidR="00FA2C4F" w:rsidRPr="003F2460" w:rsidRDefault="00FA2C4F" w:rsidP="00C20D75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У нас есть несколько советов:</w:t>
            </w:r>
          </w:p>
          <w:p w:rsidR="00FA2C4F" w:rsidRPr="003F2460" w:rsidRDefault="00FA2C4F" w:rsidP="00C20D75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Для начала отнеситесь к этому всерьез — придется уделить солидное количество времени, парой минут тут не отделаешься.</w:t>
            </w:r>
          </w:p>
          <w:p w:rsidR="00FA2C4F" w:rsidRPr="003F2460" w:rsidRDefault="00FA2C4F" w:rsidP="00C20D75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ждите, пока ребенок придет к вам и расскажет о проблеме. Возможно, это никогда не случится. Начинать этот разговор придется вам.</w:t>
            </w:r>
          </w:p>
          <w:p w:rsidR="00FA2C4F" w:rsidRPr="003F2460" w:rsidRDefault="00FA2C4F" w:rsidP="00C20D75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Разумеется, у каждого человека должно быть личное пространство. Но пускать виртуальную жизнь ребенка на самотек не следует. Изучите, чем он занимается в соцсетях, для начала добавьте его в друзья везде, где у вас есть учетные записи (как ни странно, так делают лишь 20% родителей — давайте улучшим эти цифры).</w:t>
            </w:r>
          </w:p>
          <w:p w:rsidR="00FA2C4F" w:rsidRPr="003F2460" w:rsidRDefault="00FA2C4F" w:rsidP="00C20D75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Поговорите с ребенком о том, что ему стоит рассказать вам, если у него начнутся проблемы с онлайн-травлей. Расскажите, что это масштабное явление, подобное происходит не с ним одним: так ему будет проще понять, что проблема не в нем самом.</w:t>
            </w:r>
          </w:p>
          <w:p w:rsidR="00FA2C4F" w:rsidRPr="003F2460" w:rsidRDefault="00FA2C4F" w:rsidP="00C20D75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 в коем случае не следует использовать тотальный запрет — отбирать телефон, отключать Интернет. Это именно та причина, по которой дети зачастую боятся идти с проблемой к родителям.</w:t>
            </w:r>
          </w:p>
          <w:p w:rsidR="00FA2C4F" w:rsidRPr="003F2460" w:rsidRDefault="00FA2C4F" w:rsidP="00C20D75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Обязательно проведите с ребенком хотя бы короткую обзорную беседу об онлайн-безопасности и конфиденциальности. Расскажите о настройках приватности в соцсетях — о том, что следует настроить в соцсетях, чтобы не делиться личной информацией с чужими людьми.</w:t>
            </w:r>
          </w:p>
          <w:p w:rsidR="00FA2C4F" w:rsidRPr="003F2460" w:rsidRDefault="00FA2C4F" w:rsidP="00C20D75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Для того чтобы более эффективно оградить ребенка от нежелательных явлений в Сети и в первую очередь понять, насколько серьезно положение в вашем случае, следует использовать инструменты родительского контроля. </w:t>
            </w:r>
          </w:p>
          <w:p w:rsidR="00FA2C4F" w:rsidRPr="003F2460" w:rsidRDefault="00FA2C4F" w:rsidP="00C20D75">
            <w:pPr>
              <w:pStyle w:val="NoSpacing"/>
              <w:ind w:firstLine="85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 наше время дети начинают рано знакомиться с интернетом. В сети ребенка могут подстерегать опасности, которые он не в состоянии распознать и оценить, например, интернет-агрессия. Для того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,</w:t>
            </w: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чтобы сделать контакт ребенка с интернетом безопасным и осмысленным, важно, чтобы вы были в курсе того, чем занимается в сети ваше чадо, и совместно открывать новое во "всемирной паутине".</w:t>
            </w:r>
          </w:p>
          <w:p w:rsidR="00FA2C4F" w:rsidRPr="003F2460" w:rsidRDefault="00FA2C4F" w:rsidP="00C20D75">
            <w:pPr>
              <w:pStyle w:val="NoSpacing"/>
              <w:ind w:firstLine="851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Всего Вам доброго!</w:t>
            </w:r>
          </w:p>
          <w:p w:rsidR="00FA2C4F" w:rsidRPr="003F2460" w:rsidRDefault="00FA2C4F" w:rsidP="00C20D75">
            <w:pPr>
              <w:pStyle w:val="NoSpacing"/>
              <w:ind w:firstLine="851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:rsidR="00FA2C4F" w:rsidRPr="003F2460" w:rsidRDefault="00FA2C4F" w:rsidP="00C20D75">
            <w:pPr>
              <w:pStyle w:val="NoSpacing"/>
              <w:ind w:firstLine="851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Педагог-психолог МОУ СОШ №7 </w:t>
            </w:r>
          </w:p>
          <w:p w:rsidR="00FA2C4F" w:rsidRPr="003F2460" w:rsidRDefault="00FA2C4F" w:rsidP="00C20D75">
            <w:pPr>
              <w:pStyle w:val="NoSpacing"/>
              <w:ind w:firstLine="851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Андреева Елена Сергеевна</w:t>
            </w:r>
          </w:p>
          <w:p w:rsidR="00FA2C4F" w:rsidRPr="003F2460" w:rsidRDefault="00FA2C4F" w:rsidP="00C20D75">
            <w:pPr>
              <w:pStyle w:val="NoSpacing"/>
              <w:ind w:firstLine="851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246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кон. Тел: 89025009329</w:t>
            </w:r>
          </w:p>
          <w:p w:rsidR="00FA2C4F" w:rsidRPr="003F2460" w:rsidRDefault="00FA2C4F" w:rsidP="00C20D75">
            <w:pPr>
              <w:pStyle w:val="NoSpacing"/>
              <w:ind w:firstLine="85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2C4F" w:rsidRPr="003F2460" w:rsidRDefault="00FA2C4F" w:rsidP="003F2460">
            <w:pPr>
              <w:pStyle w:val="NoSpacing"/>
              <w:ind w:firstLine="851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</w:tr>
    </w:tbl>
    <w:p w:rsidR="00FA2C4F" w:rsidRDefault="00FA2C4F"/>
    <w:sectPr w:rsidR="00FA2C4F" w:rsidSect="00FD542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5420"/>
    <w:rsid w:val="0012247D"/>
    <w:rsid w:val="003F2460"/>
    <w:rsid w:val="00535F40"/>
    <w:rsid w:val="00794976"/>
    <w:rsid w:val="00894620"/>
    <w:rsid w:val="00B41368"/>
    <w:rsid w:val="00C20D75"/>
    <w:rsid w:val="00FA2C4F"/>
    <w:rsid w:val="00FD5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97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D5420"/>
    <w:rPr>
      <w:lang w:eastAsia="en-US"/>
    </w:rPr>
  </w:style>
  <w:style w:type="table" w:styleId="TableGrid">
    <w:name w:val="Table Grid"/>
    <w:basedOn w:val="TableNormal"/>
    <w:uiPriority w:val="99"/>
    <w:rsid w:val="00FD542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625</Words>
  <Characters>3563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***</cp:lastModifiedBy>
  <cp:revision>4</cp:revision>
  <cp:lastPrinted>2016-04-28T12:01:00Z</cp:lastPrinted>
  <dcterms:created xsi:type="dcterms:W3CDTF">2016-04-28T11:58:00Z</dcterms:created>
  <dcterms:modified xsi:type="dcterms:W3CDTF">2016-12-28T04:05:00Z</dcterms:modified>
</cp:coreProperties>
</file>